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A71A0" w:rsidRDefault="00817DB5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7FF101D" w14:textId="77777777" w:rsidR="00055112" w:rsidRDefault="00055112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F1A13FC" w14:textId="7B026DB8" w:rsidR="00055112" w:rsidRPr="0033475C" w:rsidRDefault="00055112" w:rsidP="00055112">
      <w:pPr>
        <w:ind w:firstLine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  <w:r w:rsidRPr="00055112">
        <w:rPr>
          <w:rFonts w:asciiTheme="minorHAnsi" w:eastAsia="Calibri" w:hAnsiTheme="minorHAnsi" w:cstheme="minorHAnsi"/>
          <w:sz w:val="22"/>
          <w:szCs w:val="22"/>
          <w:lang w:eastAsia="en-US"/>
        </w:rPr>
        <w:t>DRU.WWP.7212.1.4.2022(1)</w:t>
      </w:r>
    </w:p>
    <w:p w14:paraId="0A37501D" w14:textId="77777777" w:rsidR="000A71A0" w:rsidRPr="0033475C" w:rsidRDefault="00817DB5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77777777" w:rsidR="000A71A0" w:rsidRPr="0033475C" w:rsidRDefault="00817DB5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72038510" w14:textId="2D6E020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Pan</w:t>
      </w:r>
      <w:r w:rsidR="00316AA9">
        <w:rPr>
          <w:rStyle w:val="normaltextrun"/>
          <w:rFonts w:ascii="Calibri" w:hAnsi="Calibri" w:cs="Calibri"/>
          <w:b/>
          <w:sz w:val="22"/>
          <w:szCs w:val="22"/>
        </w:rPr>
        <w:t>i</w:t>
      </w:r>
    </w:p>
    <w:p w14:paraId="4388A713" w14:textId="0CF38293" w:rsidR="00700426" w:rsidRPr="005B1ECB" w:rsidRDefault="00316AA9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>
        <w:rPr>
          <w:rStyle w:val="normaltextrun"/>
          <w:rFonts w:ascii="Calibri" w:hAnsi="Calibri" w:cs="Calibri"/>
          <w:b/>
          <w:sz w:val="22"/>
          <w:szCs w:val="22"/>
        </w:rPr>
        <w:t>Wioletta Zwara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26D287DD">
      <w:pPr>
        <w:pStyle w:val="paragrap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6E06F740" w14:textId="05F8F0F0" w:rsidR="26D287DD" w:rsidRDefault="26D287DD" w:rsidP="26D287DD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04C1BFD6" w14:textId="57802A7F" w:rsidR="066B7435" w:rsidRDefault="00700426" w:rsidP="008151C6">
      <w:pPr>
        <w:pStyle w:val="paragraph"/>
        <w:jc w:val="both"/>
        <w:textAlignment w:val="baseline"/>
        <w:rPr>
          <w:rStyle w:val="normaltextrun"/>
          <w:rFonts w:ascii="Calibri" w:hAnsi="Calibri" w:cs="Calibri"/>
          <w:i/>
          <w:iCs/>
        </w:rPr>
      </w:pPr>
      <w:r w:rsidRPr="066B7435">
        <w:rPr>
          <w:rStyle w:val="normaltextrun"/>
          <w:rFonts w:ascii="Calibri" w:hAnsi="Calibri" w:cs="Calibri"/>
          <w:i/>
          <w:iCs/>
        </w:rPr>
        <w:t>Szanown</w:t>
      </w:r>
      <w:r w:rsidR="00316AA9">
        <w:rPr>
          <w:rStyle w:val="normaltextrun"/>
          <w:rFonts w:ascii="Calibri" w:hAnsi="Calibri" w:cs="Calibri"/>
          <w:i/>
          <w:iCs/>
        </w:rPr>
        <w:t>a</w:t>
      </w:r>
      <w:r w:rsidRPr="066B7435">
        <w:rPr>
          <w:rStyle w:val="normaltextrun"/>
          <w:rFonts w:ascii="Calibri" w:hAnsi="Calibri" w:cs="Calibri"/>
          <w:i/>
          <w:iCs/>
        </w:rPr>
        <w:t xml:space="preserve"> Pani Sekretarz,</w:t>
      </w:r>
    </w:p>
    <w:p w14:paraId="0FB3EEB7" w14:textId="244AD8F9" w:rsidR="000F32EE" w:rsidRDefault="00700426" w:rsidP="00536CD9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  <w:r w:rsidRPr="22F4C4AC">
        <w:rPr>
          <w:rStyle w:val="normaltextrun"/>
          <w:rFonts w:ascii="Calibri" w:hAnsi="Calibri" w:cs="Calibri"/>
          <w:sz w:val="22"/>
          <w:szCs w:val="22"/>
        </w:rPr>
        <w:t xml:space="preserve">w załączeniu przekazuję raport </w:t>
      </w:r>
      <w:r w:rsidR="00A86338">
        <w:rPr>
          <w:rStyle w:val="normaltextrun"/>
          <w:rFonts w:ascii="Calibri" w:hAnsi="Calibri" w:cs="Calibri"/>
          <w:sz w:val="22"/>
          <w:szCs w:val="22"/>
        </w:rPr>
        <w:t>końcowy</w:t>
      </w:r>
      <w:r w:rsidRPr="22F4C4AC">
        <w:rPr>
          <w:rStyle w:val="normaltextrun"/>
          <w:rFonts w:ascii="Calibri" w:hAnsi="Calibri" w:cs="Calibri"/>
          <w:sz w:val="22"/>
          <w:szCs w:val="22"/>
        </w:rPr>
        <w:t xml:space="preserve"> projektu informatycznego pn. </w:t>
      </w:r>
      <w:r w:rsidR="009059A7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000F32EE">
        <w:rPr>
          <w:rStyle w:val="normaltextrun"/>
          <w:rFonts w:ascii="Calibri" w:hAnsi="Calibri" w:cs="Calibri"/>
          <w:i/>
          <w:sz w:val="22"/>
          <w:szCs w:val="22"/>
        </w:rPr>
        <w:t>„</w:t>
      </w:r>
      <w:r w:rsidR="008151C6" w:rsidRPr="000F32EE">
        <w:rPr>
          <w:rStyle w:val="normaltextrun"/>
          <w:rFonts w:ascii="Calibri" w:hAnsi="Calibri" w:cs="Calibri"/>
          <w:i/>
          <w:sz w:val="22"/>
          <w:szCs w:val="22"/>
        </w:rPr>
        <w:t>Cyfrowa Piaskownica Administracji</w:t>
      </w:r>
      <w:r w:rsidR="00DF0867" w:rsidRPr="000F32EE">
        <w:rPr>
          <w:rStyle w:val="normaltextrun"/>
          <w:rFonts w:ascii="Calibri" w:hAnsi="Calibri" w:cs="Calibri"/>
          <w:i/>
          <w:sz w:val="22"/>
          <w:szCs w:val="22"/>
        </w:rPr>
        <w:t>”</w:t>
      </w:r>
      <w:r w:rsidR="00A86338">
        <w:rPr>
          <w:rStyle w:val="normaltextrun"/>
          <w:rFonts w:ascii="Calibri" w:hAnsi="Calibri" w:cs="Calibri"/>
          <w:sz w:val="22"/>
          <w:szCs w:val="22"/>
        </w:rPr>
        <w:t>.</w:t>
      </w:r>
    </w:p>
    <w:p w14:paraId="7E8AC833" w14:textId="55D25063" w:rsidR="26D287DD" w:rsidRDefault="26D287DD" w:rsidP="000F32EE">
      <w:pPr>
        <w:pStyle w:val="paragraph"/>
        <w:rPr>
          <w:rStyle w:val="normaltextrun"/>
          <w:rFonts w:ascii="Calibri" w:hAnsi="Calibri" w:cs="Calibri"/>
          <w:b/>
          <w:bCs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19CD075B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 xml:space="preserve">z up. </w:t>
      </w:r>
      <w:r w:rsidR="09D0742E" w:rsidRPr="242689D6">
        <w:rPr>
          <w:rFonts w:asciiTheme="minorHAnsi" w:hAnsiTheme="minorHAnsi" w:cstheme="minorBidi"/>
          <w:b/>
          <w:bCs/>
        </w:rPr>
        <w:t>Janusz Cieszyński</w:t>
      </w:r>
    </w:p>
    <w:p w14:paraId="690E3B05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Sekretarz Stanu</w:t>
      </w:r>
    </w:p>
    <w:p w14:paraId="22DC28A8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1C699EA9" w:rsidR="00700426" w:rsidRPr="00DF0867" w:rsidRDefault="00700426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Raport </w:t>
      </w:r>
      <w:r w:rsidR="00A86338">
        <w:rPr>
          <w:rStyle w:val="normaltextrun"/>
          <w:rFonts w:ascii="Calibri" w:hAnsi="Calibri" w:cs="Calibri"/>
          <w:sz w:val="18"/>
          <w:szCs w:val="18"/>
        </w:rPr>
        <w:t>końcowy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dla projektu pn</w:t>
      </w:r>
      <w:r w:rsidR="39C2F834" w:rsidRPr="22F4C4AC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„</w:t>
      </w:r>
      <w:r w:rsidR="000F32EE">
        <w:rPr>
          <w:rStyle w:val="normaltextrun"/>
          <w:rFonts w:ascii="Calibri" w:hAnsi="Calibri" w:cs="Calibri"/>
          <w:sz w:val="18"/>
          <w:szCs w:val="18"/>
        </w:rPr>
        <w:t>Cyfrowa Piaskownica Administracji (CPA)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”</w:t>
      </w:r>
      <w:r w:rsidR="39DC479E" w:rsidRPr="22F4C4AC">
        <w:rPr>
          <w:rStyle w:val="normaltextrun"/>
          <w:rFonts w:ascii="Calibri" w:hAnsi="Calibri" w:cs="Calibri"/>
          <w:sz w:val="18"/>
          <w:szCs w:val="18"/>
        </w:rPr>
        <w:t>.</w:t>
      </w:r>
    </w:p>
    <w:p w14:paraId="44EAFD9C" w14:textId="77777777" w:rsidR="000A71A0" w:rsidRPr="0033475C" w:rsidRDefault="00817DB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7F84E" w14:textId="77777777" w:rsidR="00817DB5" w:rsidRDefault="00817DB5">
      <w:r>
        <w:separator/>
      </w:r>
    </w:p>
  </w:endnote>
  <w:endnote w:type="continuationSeparator" w:id="0">
    <w:p w14:paraId="1C36544C" w14:textId="77777777" w:rsidR="00817DB5" w:rsidRDefault="00817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3A3382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23018BCA" w14:textId="77777777"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33EC343A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14B25" w14:textId="77777777" w:rsidR="00817DB5" w:rsidRDefault="00817DB5">
      <w:r>
        <w:separator/>
      </w:r>
    </w:p>
  </w:footnote>
  <w:footnote w:type="continuationSeparator" w:id="0">
    <w:p w14:paraId="149EAB2D" w14:textId="77777777" w:rsidR="00817DB5" w:rsidRDefault="00817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817DB5" w:rsidP="007018D3">
    <w:pPr>
      <w:pStyle w:val="Nagwek"/>
      <w:jc w:val="right"/>
    </w:pPr>
  </w:p>
  <w:p w14:paraId="62486C05" w14:textId="77777777" w:rsidR="007018D3" w:rsidRDefault="00817DB5" w:rsidP="007018D3">
    <w:pPr>
      <w:pStyle w:val="Nagwek"/>
      <w:jc w:val="right"/>
    </w:pPr>
  </w:p>
  <w:p w14:paraId="6BD9D943" w14:textId="16E482F2" w:rsidR="004633D0" w:rsidRDefault="00B0695A" w:rsidP="008151C6">
    <w:pPr>
      <w:pStyle w:val="Nagwek"/>
      <w:ind w:left="1836" w:firstLine="4536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4A10C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" stroked="f">
              <v:textbox>
                <w:txbxContent>
                  <w:p w14:paraId="1D935CBE" w14:textId="77777777"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151C6">
      <w:t>Warszawa, dnia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055112"/>
    <w:rsid w:val="000D3DC0"/>
    <w:rsid w:val="000F32EE"/>
    <w:rsid w:val="001F6EDD"/>
    <w:rsid w:val="002C4B14"/>
    <w:rsid w:val="00316AA9"/>
    <w:rsid w:val="003A1398"/>
    <w:rsid w:val="00536CD9"/>
    <w:rsid w:val="0058140A"/>
    <w:rsid w:val="005A5A54"/>
    <w:rsid w:val="00700426"/>
    <w:rsid w:val="008151C6"/>
    <w:rsid w:val="00817DB5"/>
    <w:rsid w:val="009059A7"/>
    <w:rsid w:val="009E2D19"/>
    <w:rsid w:val="009F660A"/>
    <w:rsid w:val="00A240AE"/>
    <w:rsid w:val="00A86338"/>
    <w:rsid w:val="00B0695A"/>
    <w:rsid w:val="00B929D3"/>
    <w:rsid w:val="00BE21DF"/>
    <w:rsid w:val="00C66AFA"/>
    <w:rsid w:val="00D42614"/>
    <w:rsid w:val="00D84C04"/>
    <w:rsid w:val="00DF0867"/>
    <w:rsid w:val="00E47587"/>
    <w:rsid w:val="00E50039"/>
    <w:rsid w:val="00EE2CFB"/>
    <w:rsid w:val="03BDDD40"/>
    <w:rsid w:val="066B7435"/>
    <w:rsid w:val="0861F8DB"/>
    <w:rsid w:val="09D0742E"/>
    <w:rsid w:val="0E0C5A63"/>
    <w:rsid w:val="0E5ACE93"/>
    <w:rsid w:val="1E5AEB92"/>
    <w:rsid w:val="22F4C4AC"/>
    <w:rsid w:val="242689D6"/>
    <w:rsid w:val="26D287DD"/>
    <w:rsid w:val="3011ABB1"/>
    <w:rsid w:val="3094231B"/>
    <w:rsid w:val="33095FE7"/>
    <w:rsid w:val="39C2F834"/>
    <w:rsid w:val="39DC479E"/>
    <w:rsid w:val="469FD342"/>
    <w:rsid w:val="49EB31A6"/>
    <w:rsid w:val="4D906EB9"/>
    <w:rsid w:val="4DC63852"/>
    <w:rsid w:val="4FCC2B0E"/>
    <w:rsid w:val="57A65FE4"/>
    <w:rsid w:val="587B9252"/>
    <w:rsid w:val="5AC75DA7"/>
    <w:rsid w:val="63AC777D"/>
    <w:rsid w:val="64D05A4D"/>
    <w:rsid w:val="65B3E3F9"/>
    <w:rsid w:val="685768A3"/>
    <w:rsid w:val="689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0039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0039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E50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F86658914CB4B80809DCDA8479AE9" ma:contentTypeVersion="10" ma:contentTypeDescription="Utwórz nowy dokument." ma:contentTypeScope="" ma:versionID="023150216db47a8fd068a08e250e6139">
  <xsd:schema xmlns:xsd="http://www.w3.org/2001/XMLSchema" xmlns:xs="http://www.w3.org/2001/XMLSchema" xmlns:p="http://schemas.microsoft.com/office/2006/metadata/properties" xmlns:ns2="9affde3b-50dd-4e74-9e2c-6b9654ae514a" xmlns:ns3="5df3a10b-8748-402e-bef4-aee373db4dbb" targetNamespace="http://schemas.microsoft.com/office/2006/metadata/properties" ma:root="true" ma:fieldsID="8463db0ca58afe422f672b8cd4a4c0bb" ns2:_="" ns3:_="">
    <xsd:import namespace="9affde3b-50dd-4e74-9e2c-6b9654ae514a"/>
    <xsd:import namespace="5df3a10b-8748-402e-bef4-aee373db4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fde3b-50dd-4e74-9e2c-6b9654ae5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3a10b-8748-402e-bef4-aee373db4d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f3a10b-8748-402e-bef4-aee373db4dbb">
      <UserInfo>
        <DisplayName/>
        <AccountId xsi:nil="true"/>
        <AccountType/>
      </UserInfo>
    </SharedWithUsers>
    <_Flow_SignoffStatus xmlns="9affde3b-50dd-4e74-9e2c-6b9654ae514a" xsi:nil="true"/>
  </documentManagement>
</p:properties>
</file>

<file path=customXml/itemProps1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A39F3-89CD-47F3-960E-CA40F68D2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fde3b-50dd-4e74-9e2c-6b9654ae514a"/>
    <ds:schemaRef ds:uri="5df3a10b-8748-402e-bef4-aee373db4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5df3a10b-8748-402e-bef4-aee373db4dbb"/>
    <ds:schemaRef ds:uri="9affde3b-50dd-4e74-9e2c-6b9654ae51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56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Karczewska Beata</cp:lastModifiedBy>
  <cp:revision>9</cp:revision>
  <dcterms:created xsi:type="dcterms:W3CDTF">2021-10-13T08:31:00Z</dcterms:created>
  <dcterms:modified xsi:type="dcterms:W3CDTF">2022-02-23T12:54:00Z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0x0101002A0F86658914CB4B80809DCDA8479AE9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